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5D45D" w14:textId="07CFC018" w:rsidR="00275A50" w:rsidRDefault="00275A50" w:rsidP="00275A50">
      <w:pPr>
        <w:pStyle w:val="Standard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Pavilon </w:t>
      </w:r>
      <w:r>
        <w:rPr>
          <w:b/>
          <w:bCs/>
          <w:sz w:val="32"/>
          <w:szCs w:val="32"/>
          <w:u w:val="single"/>
        </w:rPr>
        <w:t>J – energocentrum</w:t>
      </w:r>
    </w:p>
    <w:p w14:paraId="03327CDB" w14:textId="77777777" w:rsidR="00275A50" w:rsidRDefault="00275A50" w:rsidP="00275A50">
      <w:pPr>
        <w:pStyle w:val="Standard"/>
        <w:jc w:val="center"/>
        <w:rPr>
          <w:b/>
          <w:bCs/>
          <w:sz w:val="32"/>
          <w:szCs w:val="32"/>
          <w:u w:val="single"/>
        </w:rPr>
      </w:pPr>
    </w:p>
    <w:p w14:paraId="17005ED8" w14:textId="77777777" w:rsidR="00061659" w:rsidRDefault="00061659">
      <w:pPr>
        <w:pStyle w:val="Standard"/>
        <w:rPr>
          <w:b/>
          <w:bCs/>
          <w:u w:val="single"/>
        </w:rPr>
      </w:pPr>
    </w:p>
    <w:tbl>
      <w:tblPr>
        <w:tblW w:w="96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3128"/>
        <w:gridCol w:w="567"/>
        <w:gridCol w:w="1134"/>
        <w:gridCol w:w="2928"/>
        <w:gridCol w:w="1488"/>
      </w:tblGrid>
      <w:tr w:rsidR="00275A50" w14:paraId="027CA0B5" w14:textId="77777777" w:rsidTr="00275A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33780" w14:textId="7D32E0D5" w:rsidR="00275A50" w:rsidRDefault="00275A50" w:rsidP="00275A50">
            <w:pPr>
              <w:pStyle w:val="TableContents"/>
              <w:jc w:val="center"/>
              <w:rPr>
                <w:sz w:val="12"/>
                <w:szCs w:val="12"/>
              </w:rPr>
            </w:pPr>
            <w:proofErr w:type="spellStart"/>
            <w:r w:rsidRPr="000F5920">
              <w:rPr>
                <w:b/>
                <w:bCs/>
                <w:sz w:val="14"/>
                <w:szCs w:val="14"/>
              </w:rPr>
              <w:t>Poř</w:t>
            </w:r>
            <w:proofErr w:type="spellEnd"/>
            <w:r w:rsidRPr="000F5920">
              <w:rPr>
                <w:b/>
                <w:bCs/>
                <w:sz w:val="14"/>
                <w:szCs w:val="14"/>
              </w:rPr>
              <w:t>. číslo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4D15D" w14:textId="22605C9A" w:rsidR="00275A50" w:rsidRDefault="00275A50" w:rsidP="00275A50">
            <w:pPr>
              <w:pStyle w:val="TableContents"/>
              <w:jc w:val="center"/>
              <w:rPr>
                <w:sz w:val="12"/>
                <w:szCs w:val="12"/>
              </w:rPr>
            </w:pPr>
            <w:r w:rsidRPr="000F5920">
              <w:rPr>
                <w:b/>
                <w:bCs/>
                <w:sz w:val="14"/>
                <w:szCs w:val="14"/>
              </w:rPr>
              <w:t>Název souboru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0A88A" w14:textId="0DEC9462" w:rsidR="00275A50" w:rsidRDefault="00275A50" w:rsidP="00275A50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b/>
                <w:bCs/>
                <w:sz w:val="14"/>
                <w:szCs w:val="14"/>
              </w:rPr>
              <w:t>P</w:t>
            </w:r>
            <w:r w:rsidRPr="000F5920">
              <w:rPr>
                <w:b/>
                <w:bCs/>
                <w:sz w:val="14"/>
                <w:szCs w:val="14"/>
              </w:rPr>
              <w:t>očet kusů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2EB55" w14:textId="77777777" w:rsidR="00275A50" w:rsidRPr="000F5920" w:rsidRDefault="00275A50" w:rsidP="00275A5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Servisní kontrola /</w:t>
            </w:r>
          </w:p>
          <w:p w14:paraId="72C2E69A" w14:textId="78EAC696" w:rsidR="00275A50" w:rsidRDefault="00275A50" w:rsidP="00275A50">
            <w:pPr>
              <w:pStyle w:val="TableContents"/>
              <w:jc w:val="center"/>
              <w:rPr>
                <w:sz w:val="12"/>
                <w:szCs w:val="12"/>
              </w:rPr>
            </w:pPr>
            <w:r w:rsidRPr="000F5920">
              <w:rPr>
                <w:b/>
                <w:bCs/>
                <w:sz w:val="14"/>
                <w:szCs w:val="14"/>
              </w:rPr>
              <w:t>četnost za rok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59DF4" w14:textId="36FE2531" w:rsidR="00275A50" w:rsidRDefault="00275A50" w:rsidP="00275A50">
            <w:pPr>
              <w:pStyle w:val="TableContents"/>
              <w:jc w:val="center"/>
              <w:rPr>
                <w:sz w:val="12"/>
                <w:szCs w:val="12"/>
              </w:rPr>
            </w:pPr>
            <w:r w:rsidRPr="000F5920">
              <w:rPr>
                <w:b/>
                <w:bCs/>
                <w:sz w:val="14"/>
                <w:szCs w:val="14"/>
              </w:rPr>
              <w:t>Filtrační vložky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964CB" w14:textId="591930B5" w:rsidR="00275A50" w:rsidRDefault="00275A50" w:rsidP="00275A50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b/>
                <w:bCs/>
                <w:sz w:val="14"/>
                <w:szCs w:val="14"/>
              </w:rPr>
              <w:t>Č</w:t>
            </w:r>
            <w:r w:rsidRPr="000F5920">
              <w:rPr>
                <w:b/>
                <w:bCs/>
                <w:sz w:val="14"/>
                <w:szCs w:val="14"/>
              </w:rPr>
              <w:t>etnost výměn za rok</w:t>
            </w:r>
          </w:p>
        </w:tc>
      </w:tr>
      <w:tr w:rsidR="00061659" w14:paraId="267AE245" w14:textId="77777777" w:rsidTr="00275A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DF4E2" w14:textId="77777777" w:rsidR="00061659" w:rsidRPr="00275A50" w:rsidRDefault="0000000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1</w:t>
            </w:r>
          </w:p>
        </w:tc>
        <w:tc>
          <w:tcPr>
            <w:tcW w:w="31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82D43" w14:textId="77777777" w:rsidR="00061659" w:rsidRPr="00275A50" w:rsidRDefault="00000000">
            <w:pPr>
              <w:pStyle w:val="TableContents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 xml:space="preserve">VZT </w:t>
            </w:r>
            <w:proofErr w:type="spellStart"/>
            <w:r w:rsidRPr="00275A50">
              <w:rPr>
                <w:sz w:val="20"/>
                <w:szCs w:val="20"/>
              </w:rPr>
              <w:t>Alteko</w:t>
            </w:r>
            <w:proofErr w:type="spellEnd"/>
            <w:r w:rsidRPr="00275A50">
              <w:rPr>
                <w:sz w:val="20"/>
                <w:szCs w:val="20"/>
              </w:rPr>
              <w:t xml:space="preserve"> terno 200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D45CB" w14:textId="77777777" w:rsidR="00061659" w:rsidRPr="00275A50" w:rsidRDefault="0000000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B4281" w14:textId="77777777" w:rsidR="00061659" w:rsidRPr="00275A50" w:rsidRDefault="0000000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2</w:t>
            </w:r>
          </w:p>
        </w:tc>
        <w:tc>
          <w:tcPr>
            <w:tcW w:w="29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B6BF4" w14:textId="7CAA05E0" w:rsidR="00061659" w:rsidRPr="00275A50" w:rsidRDefault="00000000">
            <w:pPr>
              <w:pStyle w:val="TableContents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 xml:space="preserve">G4 Terno 200 bez rámu                             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92630" w14:textId="49FDA8C0" w:rsidR="00061659" w:rsidRPr="00275A50" w:rsidRDefault="00275A5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2x</w:t>
            </w:r>
          </w:p>
        </w:tc>
      </w:tr>
      <w:tr w:rsidR="00061659" w14:paraId="56DC09D1" w14:textId="77777777" w:rsidTr="00275A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73AF2" w14:textId="77777777" w:rsidR="00061659" w:rsidRPr="00275A50" w:rsidRDefault="0000000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2</w:t>
            </w:r>
          </w:p>
        </w:tc>
        <w:tc>
          <w:tcPr>
            <w:tcW w:w="31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D337F" w14:textId="77777777" w:rsidR="00061659" w:rsidRPr="00275A50" w:rsidRDefault="00000000">
            <w:pPr>
              <w:pStyle w:val="TableContents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Teplovzdušná souprava GEA Sahara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D8A53" w14:textId="77777777" w:rsidR="00061659" w:rsidRPr="00275A50" w:rsidRDefault="0000000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89C82" w14:textId="3BA7D57C" w:rsidR="00061659" w:rsidRPr="00275A50" w:rsidRDefault="0000000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2</w:t>
            </w:r>
          </w:p>
        </w:tc>
        <w:tc>
          <w:tcPr>
            <w:tcW w:w="29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902B6" w14:textId="03CBBBA9" w:rsidR="00061659" w:rsidRPr="00275A50" w:rsidRDefault="00000000">
            <w:pPr>
              <w:pStyle w:val="TableContents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 xml:space="preserve">G3 </w:t>
            </w:r>
            <w:proofErr w:type="gramStart"/>
            <w:r w:rsidRPr="00275A50">
              <w:rPr>
                <w:sz w:val="20"/>
                <w:szCs w:val="20"/>
              </w:rPr>
              <w:t>S</w:t>
            </w:r>
            <w:r w:rsidR="00275A50">
              <w:rPr>
                <w:sz w:val="20"/>
                <w:szCs w:val="20"/>
              </w:rPr>
              <w:t>a</w:t>
            </w:r>
            <w:r w:rsidRPr="00275A50">
              <w:rPr>
                <w:sz w:val="20"/>
                <w:szCs w:val="20"/>
              </w:rPr>
              <w:t>hara  W</w:t>
            </w:r>
            <w:proofErr w:type="gramEnd"/>
            <w:r w:rsidRPr="00275A50">
              <w:rPr>
                <w:sz w:val="20"/>
                <w:szCs w:val="20"/>
              </w:rPr>
              <w:t xml:space="preserve">4      3 ks                              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9F801" w14:textId="5A2193A4" w:rsidR="00061659" w:rsidRPr="00275A50" w:rsidRDefault="00275A50" w:rsidP="00275A50">
            <w:pPr>
              <w:pStyle w:val="TableContents"/>
              <w:jc w:val="center"/>
              <w:rPr>
                <w:sz w:val="20"/>
                <w:szCs w:val="20"/>
              </w:rPr>
            </w:pPr>
            <w:r w:rsidRPr="00275A50">
              <w:rPr>
                <w:sz w:val="20"/>
                <w:szCs w:val="20"/>
              </w:rPr>
              <w:t>2x</w:t>
            </w:r>
          </w:p>
        </w:tc>
      </w:tr>
    </w:tbl>
    <w:p w14:paraId="334983F2" w14:textId="77777777" w:rsidR="00061659" w:rsidRDefault="00061659">
      <w:pPr>
        <w:pStyle w:val="Standard"/>
      </w:pPr>
    </w:p>
    <w:sectPr w:rsidR="0006165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820BE" w14:textId="77777777" w:rsidR="00DE1BA6" w:rsidRDefault="00DE1BA6">
      <w:r>
        <w:separator/>
      </w:r>
    </w:p>
  </w:endnote>
  <w:endnote w:type="continuationSeparator" w:id="0">
    <w:p w14:paraId="70A5A1EB" w14:textId="77777777" w:rsidR="00DE1BA6" w:rsidRDefault="00DE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DA5A2" w14:textId="77777777" w:rsidR="00DE1BA6" w:rsidRDefault="00DE1BA6">
      <w:r>
        <w:rPr>
          <w:color w:val="000000"/>
        </w:rPr>
        <w:separator/>
      </w:r>
    </w:p>
  </w:footnote>
  <w:footnote w:type="continuationSeparator" w:id="0">
    <w:p w14:paraId="7CF081DE" w14:textId="77777777" w:rsidR="00DE1BA6" w:rsidRDefault="00DE1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61659"/>
    <w:rsid w:val="00061659"/>
    <w:rsid w:val="00275A50"/>
    <w:rsid w:val="002E55A9"/>
    <w:rsid w:val="00DE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878F"/>
  <w15:docId w15:val="{420125F0-7B77-4313-A615-D3E1CCC4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272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</cp:revision>
  <dcterms:created xsi:type="dcterms:W3CDTF">2024-11-04T10:19:00Z</dcterms:created>
  <dcterms:modified xsi:type="dcterms:W3CDTF">2024-11-04T10:19:00Z</dcterms:modified>
</cp:coreProperties>
</file>